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FA2A" w14:textId="4709C975" w:rsidR="00936695" w:rsidRDefault="00936695" w:rsidP="00936695">
      <w:r>
        <w:rPr>
          <w:noProof/>
        </w:rPr>
        <w:drawing>
          <wp:inline distT="0" distB="0" distL="0" distR="0" wp14:anchorId="5D8263BF" wp14:editId="083993B4">
            <wp:extent cx="5727700" cy="1880235"/>
            <wp:effectExtent l="0" t="0" r="635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CACE2" w14:textId="3C8B7590" w:rsidR="009261B1" w:rsidRDefault="009261B1" w:rsidP="009261B1">
      <w:pPr>
        <w:pStyle w:val="Heading1"/>
        <w:spacing w:before="0" w:after="120"/>
      </w:pPr>
      <w:r>
        <w:t>Ngā mōhiotanga o mua o BikeReady</w:t>
      </w:r>
    </w:p>
    <w:p w14:paraId="01B140FB" w14:textId="53BF0235" w:rsidR="009261B1" w:rsidRPr="00D71F80" w:rsidRDefault="009261B1" w:rsidP="009261B1">
      <w:pPr>
        <w:spacing w:after="120"/>
      </w:pPr>
      <w:r>
        <w:t>He aha ō mōhio mō te eke pahikara kia ngahau, kia haumaru hoki? Ngā mahinga akomanga hei whakamahi ā mua i tētahi kōhi whakangungu pūkenga pahikara Koeke 1 a BikeReady. I whakahoungia i te tau 2022.</w:t>
      </w:r>
    </w:p>
    <w:p w14:paraId="08169FB9" w14:textId="77777777" w:rsidR="009261B1" w:rsidRDefault="009261B1" w:rsidP="00936695"/>
    <w:p w14:paraId="66FA3B12" w14:textId="77777777" w:rsidR="009261B1" w:rsidRPr="00D71F80" w:rsidRDefault="009261B1" w:rsidP="009261B1">
      <w:pPr>
        <w:pStyle w:val="Heading3"/>
        <w:spacing w:before="0" w:after="120"/>
      </w:pPr>
      <w:r>
        <w:t xml:space="preserve">1.1 Me rapu he aha ngā mōhio o ngā akonga mō te eke pahikara kia haumaru, kia ngahau </w:t>
      </w:r>
    </w:p>
    <w:p w14:paraId="28B92195" w14:textId="77777777" w:rsidR="009261B1" w:rsidRPr="00D71F80" w:rsidRDefault="009261B1" w:rsidP="009261B1">
      <w:pPr>
        <w:spacing w:after="120"/>
      </w:pPr>
    </w:p>
    <w:p w14:paraId="614A2BF1" w14:textId="77777777" w:rsidR="009261B1" w:rsidRDefault="009261B1" w:rsidP="009261B1">
      <w:pPr>
        <w:spacing w:after="120"/>
      </w:pPr>
      <w:r>
        <w:t>Mātakitia ngā ākonga e ngahau ana me te eke pahikara kia haumaru i te kura, i tētahi papatākaro paetata, i runga ataata poto, i roto i ngā whakaahua rānei.</w:t>
      </w:r>
    </w:p>
    <w:p w14:paraId="75849C15" w14:textId="45893ECF" w:rsidR="009261B1" w:rsidRPr="00D71F80" w:rsidRDefault="009261B1" w:rsidP="009261B1">
      <w:pPr>
        <w:spacing w:after="120"/>
      </w:pPr>
      <w:r>
        <w:t>Tīpakohia ngā pātai mō te matapaki ā-akomanga, ā-rōpū iti mai i te rārangi i ngā whārangi e whai ake nei.</w:t>
      </w:r>
    </w:p>
    <w:p w14:paraId="7B64C22B" w14:textId="77777777" w:rsidR="009261B1" w:rsidRPr="00D71F80" w:rsidRDefault="009261B1" w:rsidP="009261B1">
      <w:pPr>
        <w:spacing w:after="120"/>
      </w:pPr>
      <w:r>
        <w:t>Tonoa ngā ākonga ki te:</w:t>
      </w:r>
    </w:p>
    <w:p w14:paraId="6379E53A" w14:textId="77777777" w:rsidR="009261B1" w:rsidRPr="008D476D" w:rsidRDefault="009261B1" w:rsidP="009261B1">
      <w:pPr>
        <w:spacing w:after="120"/>
      </w:pPr>
      <w:r>
        <w:rPr>
          <w:b/>
        </w:rPr>
        <w:t>Okioki</w:t>
      </w:r>
      <w:r w:rsidRPr="008D476D">
        <w:t xml:space="preserve"> – me whakawātea tō hinengaro, ā, āta whakaaroaro mō te ngahau me te noho haumaru ina eke pahikara.</w:t>
      </w:r>
    </w:p>
    <w:p w14:paraId="565BDAC7" w14:textId="77777777" w:rsidR="009261B1" w:rsidRDefault="009261B1" w:rsidP="009261B1">
      <w:pPr>
        <w:spacing w:after="120"/>
      </w:pPr>
      <w:r>
        <w:rPr>
          <w:b/>
        </w:rPr>
        <w:t xml:space="preserve"> Whakaarohia</w:t>
      </w:r>
      <w:r>
        <w:t xml:space="preserve"> tā rātau urupare ki ia pātai.</w:t>
      </w:r>
    </w:p>
    <w:p w14:paraId="1CE4F609" w14:textId="77777777" w:rsidR="009261B1" w:rsidRDefault="009261B1" w:rsidP="009261B1">
      <w:pPr>
        <w:spacing w:after="120"/>
      </w:pPr>
      <w:r>
        <w:t>Kia mōhio – ka hiahia pea koe ki te whakaatu i ēnei hei Kairoro Kahoot poto.</w:t>
      </w:r>
    </w:p>
    <w:p w14:paraId="16BF86C5" w14:textId="77777777" w:rsidR="009261B1" w:rsidRPr="00D71F80" w:rsidRDefault="00000000" w:rsidP="009261B1">
      <w:pPr>
        <w:spacing w:after="120"/>
      </w:pPr>
      <w:hyperlink r:id="rId9" w:history="1">
        <w:r w:rsidR="009261B1">
          <w:rPr>
            <w:rStyle w:val="Hyperlink"/>
          </w:rPr>
          <w:t>Kahoot</w:t>
        </w:r>
      </w:hyperlink>
      <w:r w:rsidR="009261B1">
        <w:t xml:space="preserve"> </w:t>
      </w:r>
    </w:p>
    <w:p w14:paraId="7E4E12F1" w14:textId="77777777" w:rsidR="009261B1" w:rsidRPr="006137FA" w:rsidRDefault="009261B1" w:rsidP="009261B1">
      <w:pPr>
        <w:spacing w:after="120"/>
        <w:rPr>
          <w:bCs/>
        </w:rPr>
      </w:pPr>
      <w:r>
        <w:rPr>
          <w:b/>
        </w:rPr>
        <w:t>Tuhia</w:t>
      </w:r>
      <w:r>
        <w:t xml:space="preserve"> (ka tātuhi rānei i) ō whakautu ki ia pātai ki ngā Post-it notes.</w:t>
      </w:r>
    </w:p>
    <w:p w14:paraId="51338A94" w14:textId="77777777" w:rsidR="009261B1" w:rsidRPr="00D71F80" w:rsidRDefault="009261B1" w:rsidP="009261B1">
      <w:pPr>
        <w:spacing w:after="120"/>
        <w:rPr>
          <w:i/>
        </w:rPr>
      </w:pPr>
      <w:r>
        <w:rPr>
          <w:i/>
        </w:rPr>
        <w:t xml:space="preserve">I te mutunga o te matapakinga mō ia pātai: </w:t>
      </w:r>
    </w:p>
    <w:p w14:paraId="41583272" w14:textId="77777777" w:rsidR="009261B1" w:rsidRPr="006137FA" w:rsidRDefault="009261B1" w:rsidP="009261B1">
      <w:pPr>
        <w:spacing w:after="120"/>
        <w:rPr>
          <w:bCs/>
        </w:rPr>
      </w:pPr>
      <w:r>
        <w:rPr>
          <w:b/>
        </w:rPr>
        <w:t>Me whakapiri tō whakautu</w:t>
      </w:r>
      <w:r w:rsidRPr="006137FA">
        <w:rPr>
          <w:bCs/>
        </w:rPr>
        <w:t xml:space="preserve"> ki tētahi pepa nui kua whakapirihia ki te āki pātai.</w:t>
      </w:r>
    </w:p>
    <w:p w14:paraId="6F9421B8" w14:textId="7E85B9B0" w:rsidR="009261B1" w:rsidRPr="006137FA" w:rsidRDefault="009261B1" w:rsidP="009261B1">
      <w:pPr>
        <w:spacing w:after="120"/>
        <w:rPr>
          <w:bCs/>
        </w:rPr>
      </w:pPr>
      <w:r>
        <w:t>Mahia anō tēnei tukanga me ia āki pātai.</w:t>
      </w:r>
    </w:p>
    <w:p w14:paraId="20DE75AC" w14:textId="77777777" w:rsidR="009261B1" w:rsidRPr="006137FA" w:rsidRDefault="009261B1" w:rsidP="009261B1">
      <w:pPr>
        <w:spacing w:after="120"/>
        <w:rPr>
          <w:bCs/>
        </w:rPr>
      </w:pPr>
      <w:r>
        <w:rPr>
          <w:b/>
        </w:rPr>
        <w:t>Whakaahuatia</w:t>
      </w:r>
      <w:r>
        <w:t xml:space="preserve"> ngā pepa hei hopu i ngā urupare me ngā huatau tīmata o te rōpū.</w:t>
      </w:r>
    </w:p>
    <w:p w14:paraId="11551BA2" w14:textId="77777777" w:rsidR="009261B1" w:rsidRPr="00D71F80" w:rsidRDefault="009261B1" w:rsidP="009261B1">
      <w:pPr>
        <w:spacing w:after="120"/>
      </w:pPr>
      <w:r>
        <w:rPr>
          <w:b/>
        </w:rPr>
        <w:t>Whakarāpopotohia</w:t>
      </w:r>
      <w:r w:rsidRPr="00D71F80">
        <w:t xml:space="preserve"> ngā urupare akomanga ki ngā āki pātai i tīpakohia. Whakamahia ngā kuputuhi momo maha, tātuhinga whakakaupapa, whakarāpopototanga (e 60 hēkona) tāhopu ororongo/ataata, te tuku kōrero whānui mō ngā mōhiotanga o mua o te akomanga me ngā wheako. </w:t>
      </w:r>
    </w:p>
    <w:p w14:paraId="0911C8A8" w14:textId="77777777" w:rsidR="009261B1" w:rsidRPr="00D71F80" w:rsidRDefault="009261B1" w:rsidP="009261B1">
      <w:pPr>
        <w:spacing w:after="120"/>
      </w:pPr>
    </w:p>
    <w:p w14:paraId="0A4B8E5B" w14:textId="77777777" w:rsidR="009261B1" w:rsidRPr="008D476D" w:rsidRDefault="009261B1" w:rsidP="009261B1">
      <w:pPr>
        <w:spacing w:after="120"/>
      </w:pPr>
      <w:r>
        <w:t>Hei tauira:</w:t>
      </w:r>
    </w:p>
    <w:p w14:paraId="0FA0EAD0" w14:textId="77777777" w:rsidR="009261B1" w:rsidRPr="002E32E1" w:rsidRDefault="009261B1" w:rsidP="009261B1">
      <w:pPr>
        <w:spacing w:after="120"/>
      </w:pPr>
      <w:r>
        <w:t xml:space="preserve">"I mua i tā mātau tīmata i ngā pūkenga pahikara, i pōhēhē te akomanga ko te ngahau i te wā e eke pahikara ana ko te [tuku whakapae] i te mea [tuku pūtake] i te mea [tuku taunakitanga]."   </w:t>
      </w:r>
    </w:p>
    <w:p w14:paraId="28B2E5F5" w14:textId="698F9F6C" w:rsidR="009261B1" w:rsidRDefault="009261B1" w:rsidP="00E04B6B">
      <w:pPr>
        <w:spacing w:after="120"/>
      </w:pPr>
      <w:r>
        <w:t>"I mua i tā mātau tīmata i ngā pūkenga pahikara, i pōhēhē te akomanga ko te noho haumaru i te wā e eke pahikara ko te [tuku whakapae] i te mea [tuku pūtake] i te mea [tuku taunakitanga]."</w:t>
      </w:r>
      <w:r>
        <w:br w:type="page"/>
      </w:r>
    </w:p>
    <w:p w14:paraId="722CAD9C" w14:textId="77777777" w:rsidR="009261B1" w:rsidRDefault="009261B1" w:rsidP="009261B1">
      <w:pPr>
        <w:pStyle w:val="Heading4"/>
        <w:spacing w:before="0" w:after="120"/>
      </w:pPr>
      <w:r>
        <w:lastRenderedPageBreak/>
        <w:t>Ngā tohuāki pātai</w:t>
      </w:r>
    </w:p>
    <w:p w14:paraId="370D300F" w14:textId="77777777" w:rsidR="009261B1" w:rsidRDefault="009261B1" w:rsidP="009261B1">
      <w:pPr>
        <w:spacing w:after="120"/>
      </w:pPr>
    </w:p>
    <w:p w14:paraId="0FF988FE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t>1. He aha ngā mea e mōhio ana koe mō te eke pahikara me ngā kaieke pahikara?</w:t>
      </w:r>
    </w:p>
    <w:p w14:paraId="73092E12" w14:textId="77777777" w:rsidR="009261B1" w:rsidRDefault="009261B1" w:rsidP="009261B1">
      <w:pPr>
        <w:spacing w:after="120"/>
      </w:pPr>
    </w:p>
    <w:p w14:paraId="4239526A" w14:textId="77777777" w:rsidR="009261B1" w:rsidRPr="002E32E1" w:rsidRDefault="009261B1" w:rsidP="009261B1">
      <w:pPr>
        <w:spacing w:after="120"/>
      </w:pPr>
      <w:r>
        <w:t>He aha te pahikara? [Tautuhi]</w:t>
      </w:r>
    </w:p>
    <w:p w14:paraId="2C1B7950" w14:textId="77777777" w:rsidR="009261B1" w:rsidRPr="002E32E1" w:rsidRDefault="009261B1" w:rsidP="009261B1">
      <w:pPr>
        <w:spacing w:after="120"/>
      </w:pPr>
      <w:r>
        <w:t>He aha te kaiwhakamahi rori? [Tautuhi]</w:t>
      </w:r>
    </w:p>
    <w:p w14:paraId="3509AC82" w14:textId="77777777" w:rsidR="009261B1" w:rsidRPr="002E32E1" w:rsidRDefault="009261B1" w:rsidP="009261B1">
      <w:pPr>
        <w:spacing w:after="120"/>
      </w:pPr>
      <w:r>
        <w:t>He aha ngā momo kaiwhakamahi rori rerekē? [Whakarōpū]</w:t>
      </w:r>
    </w:p>
    <w:p w14:paraId="4F2BC4C7" w14:textId="77777777" w:rsidR="009261B1" w:rsidRPr="002E32E1" w:rsidRDefault="009261B1" w:rsidP="009261B1">
      <w:pPr>
        <w:spacing w:after="120"/>
      </w:pPr>
      <w:r>
        <w:t>He aha te kaieke pahikara? [Tautuhi]</w:t>
      </w:r>
    </w:p>
    <w:p w14:paraId="5D28E00E" w14:textId="77777777" w:rsidR="009261B1" w:rsidRPr="002E32E1" w:rsidRDefault="009261B1" w:rsidP="009261B1">
      <w:pPr>
        <w:spacing w:after="120"/>
      </w:pPr>
      <w:r>
        <w:t>He pēhea te āhua o te pahikara? [Whakaahua]</w:t>
      </w:r>
    </w:p>
    <w:p w14:paraId="04286A28" w14:textId="77777777" w:rsidR="009261B1" w:rsidRPr="002E32E1" w:rsidRDefault="009261B1" w:rsidP="009261B1">
      <w:pPr>
        <w:spacing w:after="120"/>
      </w:pPr>
      <w:r>
        <w:t>Ko wai te hunga e mōhio ana koe he eke pahikara ki te kura/i te takiwā noho/i tētahi ara pahikara? [Tautuhi]</w:t>
      </w:r>
    </w:p>
    <w:p w14:paraId="1D7D37AE" w14:textId="77777777" w:rsidR="009261B1" w:rsidRPr="002E32E1" w:rsidRDefault="009261B1" w:rsidP="009261B1">
      <w:pPr>
        <w:spacing w:after="120"/>
      </w:pPr>
      <w:r>
        <w:t>He aha i eke pahikara ai koe/rātau? [Whakamārama]</w:t>
      </w:r>
    </w:p>
    <w:p w14:paraId="67CDDC0F" w14:textId="77777777" w:rsidR="009261B1" w:rsidRPr="002E32E1" w:rsidRDefault="009261B1" w:rsidP="009261B1">
      <w:pPr>
        <w:spacing w:after="120"/>
      </w:pPr>
      <w:r>
        <w:t>He pēhea te ōrite me te rerekē o ngā kaieke pahikara ki ētahi atu kaiwhakamahi rori? [Whakataurite]</w:t>
      </w:r>
    </w:p>
    <w:p w14:paraId="5F802116" w14:textId="77777777" w:rsidR="009261B1" w:rsidRPr="002E32E1" w:rsidRDefault="009261B1" w:rsidP="009261B1">
      <w:pPr>
        <w:spacing w:after="120"/>
      </w:pPr>
      <w:r>
        <w:t>He pēhea te whakamahi a ngā tāngata i ngā pahikara?</w:t>
      </w:r>
    </w:p>
    <w:p w14:paraId="0981CB6A" w14:textId="0CBEA0CD" w:rsidR="009261B1" w:rsidRDefault="009261B1" w:rsidP="009261B1">
      <w:pPr>
        <w:spacing w:after="120"/>
      </w:pPr>
      <w:r>
        <w:t xml:space="preserve">He aha e whakamahi pahikara ai ngā tāngata? </w:t>
      </w:r>
    </w:p>
    <w:p w14:paraId="53656145" w14:textId="77777777" w:rsidR="009261B1" w:rsidRDefault="009261B1" w:rsidP="009261B1">
      <w:pPr>
        <w:spacing w:after="120"/>
      </w:pPr>
    </w:p>
    <w:p w14:paraId="73518402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t>2. He aha ōu mōhio mō ngā wāhanga o te pahikara, ā, he pēhea te mahi?</w:t>
      </w:r>
    </w:p>
    <w:p w14:paraId="194228CE" w14:textId="77777777" w:rsidR="009261B1" w:rsidRDefault="009261B1" w:rsidP="009261B1">
      <w:pPr>
        <w:spacing w:after="120"/>
      </w:pPr>
    </w:p>
    <w:p w14:paraId="1A2425DA" w14:textId="77777777" w:rsidR="009261B1" w:rsidRPr="00FF24CD" w:rsidRDefault="009261B1" w:rsidP="009261B1">
      <w:pPr>
        <w:spacing w:after="120"/>
      </w:pPr>
      <w:r>
        <w:t xml:space="preserve">Me tapa, whakaingoa rānei ngā wāhanga o te pahikara - me whakamahi he tapanga whakapiri tapawhā roa mō te ingoa.  E hia ngā wāhanga ka taea e koe te tapa? [Ingoa] </w:t>
      </w:r>
    </w:p>
    <w:p w14:paraId="77CCECD1" w14:textId="77777777" w:rsidR="009261B1" w:rsidRPr="00FF24CD" w:rsidRDefault="009261B1" w:rsidP="009261B1">
      <w:pPr>
        <w:spacing w:after="120"/>
      </w:pPr>
      <w:r>
        <w:t>He aha te kaupapa/mahi o ia wāhanga? Tāpirihia ngā mirumiru kōrero mō te mahi/kaupapa e marohitia ana. [Whakamārama]</w:t>
      </w:r>
    </w:p>
    <w:p w14:paraId="0BA5F8DA" w14:textId="77777777" w:rsidR="009261B1" w:rsidRPr="00FF24CD" w:rsidRDefault="009261B1" w:rsidP="009261B1">
      <w:pPr>
        <w:spacing w:after="120"/>
      </w:pPr>
    </w:p>
    <w:p w14:paraId="79487E76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t>3. He aha te ngahau ina eke pahikara?</w:t>
      </w:r>
    </w:p>
    <w:p w14:paraId="6D2868B4" w14:textId="77777777" w:rsidR="009261B1" w:rsidRDefault="009261B1" w:rsidP="009261B1">
      <w:pPr>
        <w:spacing w:after="120"/>
      </w:pPr>
    </w:p>
    <w:p w14:paraId="4245BAB3" w14:textId="77777777" w:rsidR="009261B1" w:rsidRPr="00FF24CD" w:rsidRDefault="009261B1" w:rsidP="009261B1">
      <w:pPr>
        <w:spacing w:after="120"/>
      </w:pPr>
      <w:r>
        <w:t>He aha te ngahau ina eke pahikara koe? [Whakaahua]</w:t>
      </w:r>
    </w:p>
    <w:p w14:paraId="081841DE" w14:textId="77777777" w:rsidR="009261B1" w:rsidRPr="00FF24CD" w:rsidRDefault="009261B1" w:rsidP="009261B1">
      <w:pPr>
        <w:spacing w:after="120"/>
      </w:pPr>
      <w:r>
        <w:t>Me pēhea tō ngahau ina eke pahikara? [Whakamārama]</w:t>
      </w:r>
    </w:p>
    <w:p w14:paraId="25A39726" w14:textId="77777777" w:rsidR="009261B1" w:rsidRPr="00FF24CD" w:rsidRDefault="009261B1" w:rsidP="009261B1">
      <w:pPr>
        <w:spacing w:after="120"/>
      </w:pPr>
      <w:r>
        <w:t>He aha i ngahau ai te eke pahikara? [Whakamārama]</w:t>
      </w:r>
    </w:p>
    <w:p w14:paraId="0FEA5ACF" w14:textId="77777777" w:rsidR="009261B1" w:rsidRPr="00FF24CD" w:rsidRDefault="009261B1" w:rsidP="009261B1">
      <w:pPr>
        <w:spacing w:after="120"/>
      </w:pPr>
    </w:p>
    <w:p w14:paraId="2CAA6E0C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t>4. He aha te tikanga o te noho haumaru ina eke pahikara?</w:t>
      </w:r>
    </w:p>
    <w:p w14:paraId="214C9AB4" w14:textId="77777777" w:rsidR="009261B1" w:rsidRDefault="009261B1" w:rsidP="009261B1">
      <w:pPr>
        <w:spacing w:after="120"/>
      </w:pPr>
    </w:p>
    <w:p w14:paraId="12D7A4CA" w14:textId="77777777" w:rsidR="009261B1" w:rsidRPr="00FF24CD" w:rsidRDefault="009261B1" w:rsidP="009261B1">
      <w:pPr>
        <w:spacing w:after="120"/>
      </w:pPr>
      <w:r>
        <w:t>He aha te noho haumaru ina eke pahikara? [Whakaahua]</w:t>
      </w:r>
    </w:p>
    <w:p w14:paraId="75D9921A" w14:textId="77777777" w:rsidR="009261B1" w:rsidRPr="00FF24CD" w:rsidRDefault="009261B1" w:rsidP="009261B1">
      <w:pPr>
        <w:spacing w:after="120"/>
      </w:pPr>
      <w:r>
        <w:t>He aha te tikanga o te noho haumaru ina eke pahikara ki a koe? [Whakamārama]</w:t>
      </w:r>
    </w:p>
    <w:p w14:paraId="36C6DC8B" w14:textId="77777777" w:rsidR="009261B1" w:rsidRPr="00FF24CD" w:rsidRDefault="009261B1" w:rsidP="009261B1">
      <w:pPr>
        <w:spacing w:after="120"/>
      </w:pPr>
      <w:r>
        <w:t>He aha i hira ai te noho haumaru ina eke pahikara?[Whakamārama]</w:t>
      </w:r>
    </w:p>
    <w:p w14:paraId="060785F5" w14:textId="082B8EE0" w:rsidR="009261B1" w:rsidRDefault="009261B1">
      <w:r>
        <w:br w:type="page"/>
      </w:r>
    </w:p>
    <w:p w14:paraId="69AACA17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lastRenderedPageBreak/>
        <w:t>5. He aha te kirirarautanga?</w:t>
      </w:r>
    </w:p>
    <w:p w14:paraId="5817B623" w14:textId="77777777" w:rsidR="009261B1" w:rsidRDefault="009261B1" w:rsidP="009261B1">
      <w:pPr>
        <w:spacing w:after="120"/>
      </w:pPr>
    </w:p>
    <w:p w14:paraId="20B33821" w14:textId="77777777" w:rsidR="009261B1" w:rsidRPr="00FF24CD" w:rsidRDefault="009261B1" w:rsidP="009261B1">
      <w:pPr>
        <w:spacing w:after="120"/>
      </w:pPr>
      <w:r>
        <w:t xml:space="preserve">He aha te kirirarautanga? [Tautuhi] </w:t>
      </w:r>
    </w:p>
    <w:p w14:paraId="167D148B" w14:textId="77777777" w:rsidR="009261B1" w:rsidRPr="00FF24CD" w:rsidRDefault="009261B1" w:rsidP="009261B1">
      <w:pPr>
        <w:spacing w:after="120"/>
      </w:pPr>
      <w:r>
        <w:t>He aha te kirirarau? [Tautuhi]</w:t>
      </w:r>
    </w:p>
    <w:p w14:paraId="5789E812" w14:textId="77777777" w:rsidR="009261B1" w:rsidRPr="00FF24CD" w:rsidRDefault="009261B1" w:rsidP="009261B1">
      <w:pPr>
        <w:spacing w:after="120"/>
      </w:pPr>
      <w:r>
        <w:t xml:space="preserve">He pēhea e noho ai tētahi kaieke pahikara hei kirirarau anō? [Whakamārama] </w:t>
      </w:r>
    </w:p>
    <w:p w14:paraId="6098D0A1" w14:textId="77777777" w:rsidR="009261B1" w:rsidRPr="00FF24CD" w:rsidRDefault="009261B1" w:rsidP="009261B1">
      <w:pPr>
        <w:spacing w:after="120"/>
      </w:pPr>
      <w:r>
        <w:t>Me pēhea tō whakangahau me te noho haumaru ina eke pahikara? [Whakamārama]</w:t>
      </w:r>
    </w:p>
    <w:p w14:paraId="6188A560" w14:textId="77777777" w:rsidR="009261B1" w:rsidRPr="00FF24CD" w:rsidRDefault="009261B1" w:rsidP="009261B1">
      <w:pPr>
        <w:spacing w:after="120"/>
      </w:pPr>
      <w:r>
        <w:t>He aha ētahi tikanga o te noho haumaru ina ngahau ana i runga pahikara? [Whakamārama]</w:t>
      </w:r>
    </w:p>
    <w:p w14:paraId="523D3B80" w14:textId="77777777" w:rsidR="009261B1" w:rsidRPr="00FF24CD" w:rsidRDefault="009261B1" w:rsidP="009261B1">
      <w:pPr>
        <w:spacing w:after="120"/>
      </w:pPr>
    </w:p>
    <w:p w14:paraId="12207F5C" w14:textId="3A008E08" w:rsidR="009261B1" w:rsidRPr="009D73B3" w:rsidRDefault="00134F07" w:rsidP="009261B1">
      <w:pPr>
        <w:spacing w:after="120"/>
        <w:rPr>
          <w:b/>
          <w:bCs/>
        </w:rPr>
      </w:pPr>
      <w:r>
        <w:rPr>
          <w:b/>
        </w:rPr>
        <w:t xml:space="preserve">6. </w:t>
      </w:r>
      <w:r w:rsidR="009261B1">
        <w:rPr>
          <w:b/>
        </w:rPr>
        <w:t xml:space="preserve">He aha ngā tikanga e noho haumaru ai ngā kirirarau ina eke pahikara ngā tāngata? </w:t>
      </w:r>
    </w:p>
    <w:p w14:paraId="03C2A872" w14:textId="77777777" w:rsidR="009261B1" w:rsidRDefault="009261B1" w:rsidP="009261B1">
      <w:pPr>
        <w:spacing w:after="120"/>
      </w:pPr>
    </w:p>
    <w:p w14:paraId="5DC4BD7B" w14:textId="77777777" w:rsidR="009261B1" w:rsidRPr="00FF24CD" w:rsidRDefault="009261B1" w:rsidP="009261B1">
      <w:pPr>
        <w:spacing w:after="120"/>
      </w:pPr>
      <w:r>
        <w:t>He aha tētahi tikanga? [Tautuhi]</w:t>
      </w:r>
    </w:p>
    <w:p w14:paraId="5FA60DFE" w14:textId="77777777" w:rsidR="009261B1" w:rsidRPr="00FF24CD" w:rsidRDefault="009261B1" w:rsidP="009261B1">
      <w:pPr>
        <w:spacing w:after="120"/>
      </w:pPr>
      <w:r>
        <w:t>He aha te take me whai tikanga tātau? [Whakamārama]</w:t>
      </w:r>
    </w:p>
    <w:p w14:paraId="0073C236" w14:textId="77777777" w:rsidR="009261B1" w:rsidRPr="00FF24CD" w:rsidRDefault="009261B1" w:rsidP="009261B1">
      <w:pPr>
        <w:spacing w:after="120"/>
      </w:pPr>
      <w:r>
        <w:t>He aha ētahi tikanga o te noho haumaru ina ngahau ana i runga pahikara? [Whakamārama]</w:t>
      </w:r>
    </w:p>
    <w:p w14:paraId="73EE4B89" w14:textId="77777777" w:rsidR="009261B1" w:rsidRPr="00FF24CD" w:rsidRDefault="009261B1" w:rsidP="009261B1">
      <w:pPr>
        <w:spacing w:after="120"/>
      </w:pPr>
      <w:r>
        <w:t>He aha ētahi tikanga i hangaia kia noho haumaru ai ngā kaieke pahikara ina ngahau ana i runga pahikara? [Whakamārama]</w:t>
      </w:r>
    </w:p>
    <w:p w14:paraId="17D4B046" w14:textId="77777777" w:rsidR="009261B1" w:rsidRPr="00FF24CD" w:rsidRDefault="009261B1" w:rsidP="009261B1">
      <w:pPr>
        <w:spacing w:after="120"/>
      </w:pPr>
      <w:r>
        <w:t>He pēhea te ōrite o ngā tikanga me ngā ture, ā, he pēhea te rerekē? [Whakataurite]</w:t>
      </w:r>
    </w:p>
    <w:p w14:paraId="557B22DA" w14:textId="77777777" w:rsidR="009261B1" w:rsidRPr="00FF24CD" w:rsidRDefault="009261B1" w:rsidP="009261B1">
      <w:pPr>
        <w:spacing w:after="120"/>
      </w:pPr>
    </w:p>
    <w:p w14:paraId="6FF4F297" w14:textId="5041CE9B" w:rsidR="009261B1" w:rsidRPr="009D73B3" w:rsidRDefault="00134F07" w:rsidP="009261B1">
      <w:pPr>
        <w:spacing w:after="120"/>
        <w:rPr>
          <w:b/>
          <w:bCs/>
        </w:rPr>
      </w:pPr>
      <w:r>
        <w:rPr>
          <w:b/>
        </w:rPr>
        <w:t xml:space="preserve">7. </w:t>
      </w:r>
      <w:r w:rsidR="009261B1">
        <w:rPr>
          <w:b/>
        </w:rPr>
        <w:t xml:space="preserve">He pēhea te eke pahikara haumaru i te mahinga toitū? </w:t>
      </w:r>
    </w:p>
    <w:p w14:paraId="230B6C30" w14:textId="77777777" w:rsidR="009261B1" w:rsidRDefault="009261B1" w:rsidP="009261B1">
      <w:pPr>
        <w:spacing w:after="120"/>
      </w:pPr>
    </w:p>
    <w:p w14:paraId="0842457B" w14:textId="77777777" w:rsidR="009261B1" w:rsidRPr="00FF24CD" w:rsidRDefault="009261B1" w:rsidP="009261B1">
      <w:pPr>
        <w:spacing w:after="120"/>
      </w:pPr>
      <w:r>
        <w:t>He aha te toitūtanga? [Tautuhi]</w:t>
      </w:r>
    </w:p>
    <w:p w14:paraId="71704391" w14:textId="77777777" w:rsidR="009261B1" w:rsidRPr="00FF24CD" w:rsidRDefault="009261B1" w:rsidP="009261B1">
      <w:pPr>
        <w:spacing w:after="120"/>
      </w:pPr>
      <w:r>
        <w:t>He aha te mahinga toitū? Whakamāramahia ngā mutunga mai o te whakamahi pahikara ki ngā tāngata, wāhi me Papatūānuku</w:t>
      </w:r>
    </w:p>
    <w:p w14:paraId="7ADD013E" w14:textId="77777777" w:rsidR="009261B1" w:rsidRPr="00FF24CD" w:rsidRDefault="009261B1" w:rsidP="009261B1">
      <w:pPr>
        <w:spacing w:after="120"/>
      </w:pPr>
      <w:r>
        <w:t>He aha te take he mahinga toitū te eke pahikara? [Whakamārama]</w:t>
      </w:r>
    </w:p>
    <w:p w14:paraId="0B859333" w14:textId="77777777" w:rsidR="009261B1" w:rsidRPr="00FF24CD" w:rsidRDefault="009261B1" w:rsidP="009261B1">
      <w:pPr>
        <w:spacing w:after="120"/>
      </w:pPr>
      <w:r>
        <w:t>He pēhea te āwhina a te eke pahikara kia toitū ai ngā tāngata, wāhi me te Papatūānuku? [Whakamārama/Matapae]</w:t>
      </w:r>
    </w:p>
    <w:p w14:paraId="1E6CBFC1" w14:textId="77777777" w:rsidR="009261B1" w:rsidRPr="00FF24CD" w:rsidRDefault="009261B1" w:rsidP="009261B1">
      <w:pPr>
        <w:spacing w:after="120"/>
      </w:pPr>
    </w:p>
    <w:p w14:paraId="4D0519BE" w14:textId="77777777" w:rsidR="009261B1" w:rsidRPr="009D73B3" w:rsidRDefault="009261B1" w:rsidP="009261B1">
      <w:pPr>
        <w:spacing w:after="120"/>
        <w:rPr>
          <w:b/>
          <w:bCs/>
        </w:rPr>
      </w:pPr>
      <w:r>
        <w:rPr>
          <w:b/>
        </w:rPr>
        <w:t>8. Te whai take hei kaieke pahikara me tētahi kirirarau - hangaia he mahi hei tuari i tētahi karere mō te kirirarautanga, toitūtanga, kaieke pahikara me te eke pahikara.</w:t>
      </w:r>
    </w:p>
    <w:p w14:paraId="57B96491" w14:textId="77777777" w:rsidR="009261B1" w:rsidRDefault="009261B1" w:rsidP="009261B1">
      <w:pPr>
        <w:spacing w:after="120"/>
      </w:pPr>
    </w:p>
    <w:p w14:paraId="7E53E0A5" w14:textId="77777777" w:rsidR="009261B1" w:rsidRPr="00FF24CD" w:rsidRDefault="009261B1" w:rsidP="009261B1">
      <w:pPr>
        <w:spacing w:after="120"/>
      </w:pPr>
      <w:r>
        <w:t>He aha ngā mea e hiahia ana tātau kia mōhio ngā kaieke pahikara? [Whakaahua]</w:t>
      </w:r>
    </w:p>
    <w:p w14:paraId="72DE0F34" w14:textId="77777777" w:rsidR="009261B1" w:rsidRPr="00FF24CD" w:rsidRDefault="009261B1" w:rsidP="009261B1">
      <w:pPr>
        <w:spacing w:after="120"/>
      </w:pPr>
      <w:r>
        <w:t xml:space="preserve">He aha te take e hiahia ana tātau kia mōhio ngā kaieke pahikara i tēnei? [Whakamārama] </w:t>
      </w:r>
    </w:p>
    <w:p w14:paraId="4BFA2212" w14:textId="77777777" w:rsidR="009261B1" w:rsidRPr="00FF24CD" w:rsidRDefault="009261B1" w:rsidP="009261B1">
      <w:pPr>
        <w:spacing w:after="120"/>
      </w:pPr>
      <w:r>
        <w:t>He aha ngā mea e hiahia ngā kaieke pahikara kia mōhio ētahi atu kaiwhakamahi rori? [Whakaahua]</w:t>
      </w:r>
    </w:p>
    <w:p w14:paraId="55F9E0D5" w14:textId="77777777" w:rsidR="009261B1" w:rsidRPr="00FF24CD" w:rsidRDefault="009261B1" w:rsidP="009261B1">
      <w:pPr>
        <w:spacing w:after="120"/>
      </w:pPr>
      <w:r>
        <w:t>Ko wai ngā mea e hiahia ngā kaieke pahikara kia mōhio ētahi atu kaiwhakamahi rori i tēnei? [Whakamārama]</w:t>
      </w:r>
    </w:p>
    <w:p w14:paraId="6E33327A" w14:textId="77777777" w:rsidR="009261B1" w:rsidRPr="00FF24CD" w:rsidRDefault="009261B1" w:rsidP="009261B1">
      <w:pPr>
        <w:spacing w:after="120"/>
      </w:pPr>
      <w:r>
        <w:t>He aha ngā mea e hiahia ana ētahi atu kaiwhakamahi kia mōhio ngā kaieke pahikara? [Whakaahua]</w:t>
      </w:r>
    </w:p>
    <w:p w14:paraId="3D247020" w14:textId="77777777" w:rsidR="009261B1" w:rsidRDefault="009261B1" w:rsidP="009261B1">
      <w:pPr>
        <w:spacing w:after="120"/>
      </w:pPr>
      <w:r>
        <w:t>He aha te take e hiahia ana ētahi atu kaiwhakamahi rori kia mōhiotia tēnei? [Whakamārama]</w:t>
      </w:r>
    </w:p>
    <w:p w14:paraId="39EE5491" w14:textId="77777777" w:rsidR="009261B1" w:rsidRDefault="009261B1" w:rsidP="009261B1">
      <w:pPr>
        <w:spacing w:after="120"/>
      </w:pPr>
      <w:r>
        <w:br w:type="page"/>
      </w:r>
    </w:p>
    <w:p w14:paraId="072F0975" w14:textId="77777777" w:rsidR="009261B1" w:rsidRPr="00D71F80" w:rsidRDefault="009261B1" w:rsidP="009261B1">
      <w:pPr>
        <w:pStyle w:val="Heading3"/>
        <w:spacing w:before="0" w:after="120"/>
      </w:pPr>
      <w:r>
        <w:lastRenderedPageBreak/>
        <w:t xml:space="preserve">1.2 Te rapu i ngā ariā o ngā ākonga mō tētahi karere haumaru hira </w:t>
      </w:r>
    </w:p>
    <w:p w14:paraId="328A8B9F" w14:textId="77777777" w:rsidR="009261B1" w:rsidRDefault="009261B1" w:rsidP="009261B1">
      <w:pPr>
        <w:spacing w:after="120"/>
      </w:pPr>
    </w:p>
    <w:p w14:paraId="081B1C7F" w14:textId="77777777" w:rsidR="009261B1" w:rsidRPr="00D71F80" w:rsidRDefault="009261B1" w:rsidP="009261B1">
      <w:pPr>
        <w:spacing w:after="120"/>
      </w:pPr>
      <w:r>
        <w:t xml:space="preserve">He aha tō karere hira rawa mō ētahi atu taiohi mō te noho haumaru ina ngahau ana te eke pahikara? </w:t>
      </w:r>
    </w:p>
    <w:p w14:paraId="1320DD6D" w14:textId="77777777" w:rsidR="009261B1" w:rsidRPr="00D71F80" w:rsidRDefault="009261B1" w:rsidP="009261B1">
      <w:pPr>
        <w:spacing w:after="120"/>
      </w:pPr>
    </w:p>
    <w:p w14:paraId="6EDB554B" w14:textId="77777777" w:rsidR="009261B1" w:rsidRPr="00D71F80" w:rsidRDefault="009261B1" w:rsidP="009261B1">
      <w:pPr>
        <w:spacing w:after="120"/>
      </w:pPr>
      <w:r>
        <w:t>Tonoa ngā ākonga ki te:</w:t>
      </w:r>
    </w:p>
    <w:p w14:paraId="6F640F03" w14:textId="77777777" w:rsidR="009261B1" w:rsidRDefault="009261B1" w:rsidP="009261B1">
      <w:pPr>
        <w:spacing w:after="120"/>
      </w:pPr>
      <w:r>
        <w:t>Mahi i rō rōpū iti ki te matapaki i ngā āki pātai e whai ake.</w:t>
      </w:r>
    </w:p>
    <w:p w14:paraId="6CA0CE2A" w14:textId="77777777" w:rsidR="009261B1" w:rsidRDefault="009261B1" w:rsidP="009261B1">
      <w:pPr>
        <w:spacing w:after="120"/>
      </w:pPr>
      <w:r>
        <w:t>Tātuhia ngā pikitia, tuhia ngā urupare rōpū rānei.</w:t>
      </w:r>
    </w:p>
    <w:p w14:paraId="701206A2" w14:textId="77777777" w:rsidR="009261B1" w:rsidRPr="00D71F80" w:rsidRDefault="009261B1" w:rsidP="009261B1">
      <w:pPr>
        <w:spacing w:after="120"/>
      </w:pPr>
      <w:r>
        <w:t>Ka taea e koe ēnei te whakaatu huri noa i te rūma, me whakawātea mai ki ia rōpū.</w:t>
      </w:r>
    </w:p>
    <w:p w14:paraId="7E956BE9" w14:textId="77777777" w:rsidR="009261B1" w:rsidRPr="00D71F80" w:rsidRDefault="009261B1" w:rsidP="009261B1">
      <w:pPr>
        <w:spacing w:after="120"/>
      </w:pPr>
    </w:p>
    <w:p w14:paraId="4559BB9C" w14:textId="77777777" w:rsidR="009261B1" w:rsidRPr="004C0D86" w:rsidRDefault="009261B1" w:rsidP="009261B1">
      <w:pPr>
        <w:spacing w:after="120"/>
        <w:rPr>
          <w:b/>
          <w:bCs/>
        </w:rPr>
      </w:pPr>
      <w:r>
        <w:rPr>
          <w:b/>
        </w:rPr>
        <w:t xml:space="preserve">1. Te whakarite ka haumaru koe me ētahi atu ina eke pahikara </w:t>
      </w:r>
    </w:p>
    <w:p w14:paraId="1E7F3427" w14:textId="77777777" w:rsidR="009261B1" w:rsidRPr="00D71F80" w:rsidRDefault="009261B1" w:rsidP="009261B1">
      <w:pPr>
        <w:spacing w:after="120"/>
      </w:pPr>
    </w:p>
    <w:p w14:paraId="110085E7" w14:textId="77777777" w:rsidR="009261B1" w:rsidRPr="00D71F80" w:rsidRDefault="009261B1" w:rsidP="009261B1">
      <w:pPr>
        <w:spacing w:after="120"/>
      </w:pPr>
      <w:r>
        <w:t>I hīrokiroki koe, tētahi atu rānei ina eke pahikara?</w:t>
      </w:r>
    </w:p>
    <w:p w14:paraId="5C1D9834" w14:textId="77777777" w:rsidR="009261B1" w:rsidRPr="00D71F80" w:rsidRDefault="009261B1" w:rsidP="009261B1">
      <w:pPr>
        <w:spacing w:after="120"/>
      </w:pPr>
      <w:r>
        <w:t>I pēhea?</w:t>
      </w:r>
    </w:p>
    <w:p w14:paraId="7664DFF3" w14:textId="77777777" w:rsidR="009261B1" w:rsidRPr="00D71F80" w:rsidRDefault="009261B1" w:rsidP="009261B1">
      <w:pPr>
        <w:spacing w:after="120"/>
      </w:pPr>
      <w:r>
        <w:t>He aha i pērā ai?</w:t>
      </w:r>
    </w:p>
    <w:p w14:paraId="16F05E0C" w14:textId="77777777" w:rsidR="009261B1" w:rsidRPr="00D71F80" w:rsidRDefault="009261B1" w:rsidP="009261B1">
      <w:pPr>
        <w:spacing w:after="120"/>
      </w:pPr>
      <w:r>
        <w:t>I aha i muri mai?</w:t>
      </w:r>
    </w:p>
    <w:p w14:paraId="1E54B413" w14:textId="77777777" w:rsidR="009261B1" w:rsidRPr="00D71F80" w:rsidRDefault="009261B1" w:rsidP="009261B1">
      <w:pPr>
        <w:spacing w:after="120"/>
      </w:pPr>
      <w:r>
        <w:t>He aha ngā me tūpato koe kia haumaru ai koe ina eke pahikara?</w:t>
      </w:r>
    </w:p>
    <w:p w14:paraId="328CFBD8" w14:textId="77777777" w:rsidR="009261B1" w:rsidRPr="00D71F80" w:rsidRDefault="009261B1" w:rsidP="009261B1">
      <w:pPr>
        <w:spacing w:after="120"/>
      </w:pPr>
    </w:p>
    <w:p w14:paraId="65A6571F" w14:textId="77777777" w:rsidR="009261B1" w:rsidRPr="00D71F80" w:rsidRDefault="009261B1" w:rsidP="009261B1">
      <w:pPr>
        <w:spacing w:after="120"/>
      </w:pPr>
      <w:r>
        <w:t>He aha ngā mea kāore i haumaru ina eke pahikara?</w:t>
      </w:r>
    </w:p>
    <w:p w14:paraId="39692F4E" w14:textId="77777777" w:rsidR="009261B1" w:rsidRPr="00D71F80" w:rsidRDefault="009261B1" w:rsidP="009261B1">
      <w:pPr>
        <w:spacing w:after="120"/>
      </w:pPr>
      <w:r>
        <w:t>He aha ki ōu whakaaro i pēnei ai?</w:t>
      </w:r>
    </w:p>
    <w:p w14:paraId="1348A485" w14:textId="77777777" w:rsidR="009261B1" w:rsidRPr="00D71F80" w:rsidRDefault="009261B1" w:rsidP="009261B1">
      <w:pPr>
        <w:spacing w:after="120"/>
      </w:pPr>
      <w:r>
        <w:t>He aha ngā mea i kite koe e mahia ana e ētahi atu kāore i te haumaru te eke pahikara?</w:t>
      </w:r>
    </w:p>
    <w:p w14:paraId="64DC4C58" w14:textId="77777777" w:rsidR="009261B1" w:rsidRPr="00D71F80" w:rsidRDefault="009261B1" w:rsidP="009261B1">
      <w:pPr>
        <w:spacing w:after="120"/>
      </w:pPr>
      <w:r>
        <w:t>He aha ki ō whakaaro e mahi ana ngā tāngata i ngā mahi kāore i te haumaru i a rātau i runga, i waenga pahikara rānei?</w:t>
      </w:r>
    </w:p>
    <w:p w14:paraId="7269B77D" w14:textId="77777777" w:rsidR="009261B1" w:rsidRPr="00D71F80" w:rsidRDefault="009261B1" w:rsidP="009261B1">
      <w:pPr>
        <w:spacing w:after="120"/>
      </w:pPr>
    </w:p>
    <w:p w14:paraId="5CB12959" w14:textId="77777777" w:rsidR="009261B1" w:rsidRPr="00D71F80" w:rsidRDefault="009261B1" w:rsidP="009261B1">
      <w:pPr>
        <w:spacing w:after="120"/>
      </w:pPr>
      <w:r>
        <w:t>He pēhea ō whakaaro ina kite koe i ngā tāngata kāore i te haumaru te mahi i runga, i waenga pahikara rānei?</w:t>
      </w:r>
    </w:p>
    <w:p w14:paraId="138C2DC0" w14:textId="77777777" w:rsidR="009261B1" w:rsidRPr="00D71F80" w:rsidRDefault="009261B1" w:rsidP="009261B1">
      <w:pPr>
        <w:spacing w:after="120"/>
      </w:pPr>
      <w:r>
        <w:t>Ka aha koe ina kite koe i ngā tāngata kāore i te haumaru te mahi i runga, i waenga pahikara rānei?</w:t>
      </w:r>
    </w:p>
    <w:p w14:paraId="03C3E03E" w14:textId="77777777" w:rsidR="009261B1" w:rsidRPr="00D71F80" w:rsidRDefault="009261B1" w:rsidP="009261B1">
      <w:pPr>
        <w:spacing w:after="120"/>
      </w:pPr>
      <w:r>
        <w:t xml:space="preserve">He aha tāu e hiahia ana ina kite koe i ngā tāngata kāore i te haumaru te mahi i runga, i waenga pahikara rānei? </w:t>
      </w:r>
    </w:p>
    <w:p w14:paraId="0C7E5490" w14:textId="77777777" w:rsidR="009261B1" w:rsidRPr="00D71F80" w:rsidRDefault="009261B1" w:rsidP="009261B1">
      <w:pPr>
        <w:spacing w:after="120"/>
      </w:pPr>
    </w:p>
    <w:p w14:paraId="657EC7F7" w14:textId="77777777" w:rsidR="009261B1" w:rsidRPr="00D71F80" w:rsidRDefault="009261B1" w:rsidP="009261B1">
      <w:pPr>
        <w:spacing w:after="120"/>
      </w:pPr>
      <w:r>
        <w:t>He aha ngā mea me mōhio ngā tamariki mō te noho haumaru i runga, i waenga pahikara rānei?</w:t>
      </w:r>
    </w:p>
    <w:p w14:paraId="4BCA3CA6" w14:textId="77777777" w:rsidR="009261B1" w:rsidRPr="00D71F80" w:rsidRDefault="009261B1" w:rsidP="009261B1">
      <w:pPr>
        <w:spacing w:after="120"/>
      </w:pPr>
      <w:r>
        <w:t xml:space="preserve">He aha ngā mea me mōhio ngā pakeke mō te noho haumaru i runga, i waenga pahikara rānei? </w:t>
      </w:r>
    </w:p>
    <w:p w14:paraId="2885980E" w14:textId="77777777" w:rsidR="009261B1" w:rsidRPr="00D71F80" w:rsidRDefault="009261B1" w:rsidP="009261B1">
      <w:pPr>
        <w:spacing w:after="120"/>
      </w:pPr>
      <w:r>
        <w:t>Me pēhea tā tātau āwhina i ngā tamariki ki te ako kia ngahau, kia haumaru hoki i runga, i waenga pahikara rānei?</w:t>
      </w:r>
    </w:p>
    <w:p w14:paraId="28270C35" w14:textId="45E3DD4F" w:rsidR="00E04B6B" w:rsidRDefault="00E04B6B">
      <w:r>
        <w:br w:type="page"/>
      </w:r>
    </w:p>
    <w:p w14:paraId="7D0C0CCA" w14:textId="0D70D3A6" w:rsidR="009261B1" w:rsidRPr="004C0D86" w:rsidRDefault="009261B1" w:rsidP="009261B1">
      <w:pPr>
        <w:spacing w:after="120"/>
        <w:rPr>
          <w:b/>
          <w:bCs/>
        </w:rPr>
      </w:pPr>
      <w:r>
        <w:rPr>
          <w:b/>
        </w:rPr>
        <w:lastRenderedPageBreak/>
        <w:t xml:space="preserve">2. Te eke pahikara mā ngā āhuatanga e haumaru ai te wāhi me </w:t>
      </w:r>
      <w:r w:rsidR="00EC38B3">
        <w:rPr>
          <w:b/>
        </w:rPr>
        <w:t>aorangi</w:t>
      </w:r>
      <w:r>
        <w:rPr>
          <w:b/>
        </w:rPr>
        <w:t xml:space="preserve"> </w:t>
      </w:r>
    </w:p>
    <w:p w14:paraId="5253A2C8" w14:textId="77777777" w:rsidR="009261B1" w:rsidRPr="00D71F80" w:rsidRDefault="009261B1" w:rsidP="009261B1">
      <w:pPr>
        <w:spacing w:after="120"/>
      </w:pPr>
    </w:p>
    <w:p w14:paraId="6D98C72B" w14:textId="77777777" w:rsidR="009261B1" w:rsidRPr="00D71F80" w:rsidRDefault="009261B1" w:rsidP="009261B1">
      <w:pPr>
        <w:spacing w:after="120"/>
      </w:pPr>
      <w:r>
        <w:t>I pēhea tō whakamahi i tētahi pahikara kia pai ake ngā tāngata, ngā wāhi me Papatūānuku? [Whakaahua]</w:t>
      </w:r>
    </w:p>
    <w:p w14:paraId="191DA7C5" w14:textId="77777777" w:rsidR="009261B1" w:rsidRPr="00D71F80" w:rsidRDefault="009261B1" w:rsidP="009261B1">
      <w:pPr>
        <w:spacing w:after="120"/>
      </w:pPr>
      <w:r>
        <w:t>He aha ki ō whakaaro i pai ake tēnei? [Whakamārama]</w:t>
      </w:r>
    </w:p>
    <w:p w14:paraId="21BA00D1" w14:textId="77777777" w:rsidR="009261B1" w:rsidRPr="00D71F80" w:rsidRDefault="009261B1" w:rsidP="009261B1">
      <w:pPr>
        <w:spacing w:after="120"/>
      </w:pPr>
      <w:r>
        <w:t>I hea koe e kite ana i ētahi atu tāngata i roto i tō hapori e eke pahikara ana? [Whakaahua]</w:t>
      </w:r>
    </w:p>
    <w:p w14:paraId="77BE1A01" w14:textId="77777777" w:rsidR="009261B1" w:rsidRPr="00D71F80" w:rsidRDefault="009261B1" w:rsidP="009261B1">
      <w:pPr>
        <w:spacing w:after="120"/>
      </w:pPr>
      <w:r>
        <w:t>He aha ki ō whakaaro e eke pahikara ai ēnei tāngata? [Whakamārama]</w:t>
      </w:r>
    </w:p>
    <w:p w14:paraId="52F88E86" w14:textId="77777777" w:rsidR="009261B1" w:rsidRPr="00D71F80" w:rsidRDefault="009261B1" w:rsidP="009261B1">
      <w:pPr>
        <w:spacing w:after="120"/>
      </w:pPr>
      <w:r>
        <w:t>He pēhea tō pai ake, te pai ake rānei o tō wāhi (a Papatūānuku rānei) i te mea he eke pahikara te tangata? [Whakaahua]</w:t>
      </w:r>
    </w:p>
    <w:p w14:paraId="248095C1" w14:textId="77777777" w:rsidR="009261B1" w:rsidRPr="00D71F80" w:rsidRDefault="009261B1" w:rsidP="009261B1">
      <w:pPr>
        <w:spacing w:after="120"/>
      </w:pPr>
      <w:r>
        <w:t>He aha i pai ake ai? [Whakamāramahia ngā pānga]</w:t>
      </w:r>
    </w:p>
    <w:p w14:paraId="73FDD63E" w14:textId="77777777" w:rsidR="009261B1" w:rsidRPr="00D71F80" w:rsidRDefault="009261B1" w:rsidP="009261B1">
      <w:pPr>
        <w:spacing w:after="120"/>
      </w:pPr>
      <w:r>
        <w:t>He aha ngā mea me mōhio ngā tamariki/ākonga mō te eke pahikara?</w:t>
      </w:r>
    </w:p>
    <w:p w14:paraId="6C10ED26" w14:textId="77777777" w:rsidR="009261B1" w:rsidRPr="00D71F80" w:rsidRDefault="009261B1" w:rsidP="009261B1">
      <w:pPr>
        <w:spacing w:after="120"/>
      </w:pPr>
      <w:r>
        <w:t>He aha ngā mea me mōhio ngā pakeke mō te eke pahikara?</w:t>
      </w:r>
    </w:p>
    <w:p w14:paraId="6066C8E8" w14:textId="77777777" w:rsidR="009261B1" w:rsidRPr="00D71F80" w:rsidRDefault="009261B1" w:rsidP="009261B1">
      <w:pPr>
        <w:spacing w:after="120"/>
      </w:pPr>
      <w:r>
        <w:t>Me pēhea tā tātau āwhina i ngā tamariki ki te ako mō te eke pahikara?</w:t>
      </w:r>
    </w:p>
    <w:p w14:paraId="62366118" w14:textId="77777777" w:rsidR="009261B1" w:rsidRPr="00D71F80" w:rsidRDefault="009261B1" w:rsidP="009261B1">
      <w:pPr>
        <w:spacing w:after="120"/>
      </w:pPr>
    </w:p>
    <w:p w14:paraId="5B37B660" w14:textId="77777777" w:rsidR="009261B1" w:rsidRPr="00D71F80" w:rsidRDefault="009261B1" w:rsidP="009261B1">
      <w:pPr>
        <w:spacing w:after="120"/>
      </w:pPr>
      <w:r>
        <w:rPr>
          <w:b/>
        </w:rPr>
        <w:t>Tuarihia</w:t>
      </w:r>
      <w:r w:rsidRPr="00D71F80">
        <w:t xml:space="preserve"> ō huatau mai i tō rōpū iti i roto i tētahi matapakinga akomanga. </w:t>
      </w:r>
    </w:p>
    <w:p w14:paraId="035C66DB" w14:textId="77777777" w:rsidR="009261B1" w:rsidRPr="00D71F80" w:rsidRDefault="009261B1" w:rsidP="009261B1">
      <w:pPr>
        <w:spacing w:after="120"/>
      </w:pPr>
      <w:r>
        <w:t>Me whakamahi ngā huatau i tuarihia hei whakarite i tētahi karere hira ka tukuna pea e koe ki ētahi atu taiohi hei āwhina i a rātau kia ngahau, kia haumaru ina eke pahikara ana. Hei tauira: "Ki ō mātau whakaaro ko tētahi karere hira mā ngā kaieke pahikara ko te..."</w:t>
      </w:r>
    </w:p>
    <w:p w14:paraId="0AE29B35" w14:textId="77777777" w:rsidR="009261B1" w:rsidRDefault="009261B1" w:rsidP="009261B1">
      <w:pPr>
        <w:spacing w:after="120"/>
      </w:pPr>
      <w:r>
        <w:rPr>
          <w:b/>
        </w:rPr>
        <w:t>Hanga</w:t>
      </w:r>
      <w:r w:rsidRPr="00D71F80">
        <w:t xml:space="preserve"> – me tuhi, tātuhi, whakakaupapa whakaahua, ataata – he kuputuhi momo maha me tētahi 'karere mō te ngahau me te noho haumaru' ina eke pahikara. </w:t>
      </w:r>
    </w:p>
    <w:p w14:paraId="3268E3D9" w14:textId="77777777" w:rsidR="009261B1" w:rsidRPr="00D71F80" w:rsidRDefault="009261B1" w:rsidP="009261B1">
      <w:pPr>
        <w:spacing w:after="120"/>
      </w:pPr>
      <w:r>
        <w:rPr>
          <w:b/>
        </w:rPr>
        <w:t>Me whakahaere he pōti akomanga</w:t>
      </w:r>
      <w:r w:rsidRPr="00D71F80">
        <w:t xml:space="preserve"> mō te karere pai rawa kia haumaru ai ētahi atu ina eke pahikara.</w:t>
      </w:r>
    </w:p>
    <w:p w14:paraId="7CF9BA05" w14:textId="77777777" w:rsidR="009261B1" w:rsidRDefault="009261B1" w:rsidP="009261B1">
      <w:pPr>
        <w:spacing w:after="120"/>
      </w:pPr>
      <w:r>
        <w:rPr>
          <w:b/>
        </w:rPr>
        <w:t>Me tuhi he mauhanga</w:t>
      </w:r>
      <w:r w:rsidRPr="00D71F80">
        <w:t xml:space="preserve"> o ngā karere tīmatanga a ngā ākonga mō te ngahau, te noho haumaru me te tiaki i a Papatūānuku ina eke pahikara.</w:t>
      </w:r>
    </w:p>
    <w:p w14:paraId="136248E1" w14:textId="77777777" w:rsidR="009261B1" w:rsidRDefault="009261B1" w:rsidP="009261B1">
      <w:pPr>
        <w:spacing w:after="120"/>
      </w:pPr>
      <w:r>
        <w:br w:type="page"/>
      </w:r>
    </w:p>
    <w:p w14:paraId="3C92AB57" w14:textId="1BCC49BB" w:rsidR="009261B1" w:rsidRPr="00D71F80" w:rsidRDefault="009261B1" w:rsidP="009261B1">
      <w:pPr>
        <w:pStyle w:val="Heading3"/>
        <w:spacing w:before="0" w:after="120"/>
      </w:pPr>
      <w:r>
        <w:lastRenderedPageBreak/>
        <w:t xml:space="preserve">1.3. Toronga: he aha tā te New Zealand code for cycling? </w:t>
      </w:r>
    </w:p>
    <w:p w14:paraId="185EF4F8" w14:textId="77777777" w:rsidR="009261B1" w:rsidRDefault="00000000" w:rsidP="009261B1">
      <w:pPr>
        <w:spacing w:after="120"/>
        <w:rPr>
          <w:rStyle w:val="Hyperlink"/>
        </w:rPr>
      </w:pPr>
      <w:hyperlink r:id="rId10" w:history="1">
        <w:r w:rsidR="009261B1">
          <w:rPr>
            <w:rStyle w:val="Hyperlink"/>
          </w:rPr>
          <w:t>The New Zealand code for cycling</w:t>
        </w:r>
      </w:hyperlink>
    </w:p>
    <w:p w14:paraId="0DE8846C" w14:textId="77777777" w:rsidR="009261B1" w:rsidRDefault="009261B1" w:rsidP="00FD392B">
      <w:pPr>
        <w:rPr>
          <w:rStyle w:val="Hyperlink"/>
        </w:rPr>
      </w:pPr>
    </w:p>
    <w:p w14:paraId="2C2CCACC" w14:textId="77777777" w:rsidR="009261B1" w:rsidRDefault="009261B1" w:rsidP="009261B1">
      <w:pPr>
        <w:spacing w:after="120"/>
      </w:pPr>
      <w:r>
        <w:t>Kia mōhio: Ka whakamārama tēnei puka tikanga i ngā ture e hāngai ana ki te eke paihikara i roto i te reo ngāwari. Ko te tikanga o tēnei ka whakangāwaritia ētahi ture whīwhiwhi i ētahi wā kia tuku i ngā tohutohu mārama. Ka tuhia 'me' ki te tautuhi i te ture. Ka tuhia 'e tika ana' ki te tuku kupu āwhina, ka tuku tōtika rānei i ngā tohutohu.</w:t>
      </w:r>
    </w:p>
    <w:p w14:paraId="4D6CCA5A" w14:textId="77777777" w:rsidR="009261B1" w:rsidRPr="00D71F80" w:rsidRDefault="009261B1" w:rsidP="009261B1">
      <w:pPr>
        <w:spacing w:after="120"/>
      </w:pPr>
      <w:r>
        <w:t xml:space="preserve">Tonoa ngā ākonga kia takirua te mahi. </w:t>
      </w:r>
    </w:p>
    <w:p w14:paraId="619BBB28" w14:textId="77777777" w:rsidR="009261B1" w:rsidRDefault="009261B1" w:rsidP="009261B1">
      <w:pPr>
        <w:spacing w:after="120"/>
      </w:pPr>
      <w:r>
        <w:t>Tīpakohia tētahi ture. Kōhukua te tikanga ki te hanga tapawhā roa kei te Ngaku SOLO (Tirohia Te Whakaaroaro), kātahi ka whakaoti i te ngaku.</w:t>
      </w:r>
    </w:p>
    <w:p w14:paraId="2E67CCEB" w14:textId="77777777" w:rsidR="009261B1" w:rsidRPr="00D71F80" w:rsidRDefault="009261B1" w:rsidP="009261B1">
      <w:pPr>
        <w:spacing w:after="120"/>
      </w:pPr>
      <w:r w:rsidRPr="00087B63">
        <w:rPr>
          <w:rFonts w:asciiTheme="majorHAnsi" w:hAnsiTheme="majorHAnsi"/>
          <w:noProof/>
          <w:szCs w:val="20"/>
        </w:rPr>
        <w:drawing>
          <wp:inline distT="0" distB="0" distL="0" distR="0" wp14:anchorId="662D9EDB" wp14:editId="4741060B">
            <wp:extent cx="2164080" cy="817286"/>
            <wp:effectExtent l="0" t="0" r="7620" b="1905"/>
            <wp:docPr id="1" name="Picture 12" descr="HookED DescribePP Stickers 3colour_strip_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ookED DescribePP Stickers 3colour_strip_r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125" cy="82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CD55F" w14:textId="77777777" w:rsidR="009261B1" w:rsidRPr="000C054A" w:rsidRDefault="009261B1" w:rsidP="009261B1">
      <w:pPr>
        <w:numPr>
          <w:ilvl w:val="0"/>
          <w:numId w:val="19"/>
        </w:numPr>
        <w:spacing w:after="120"/>
      </w:pPr>
      <w:r>
        <w:t>He aha te tikanga mō te eke paihikara? [Hangangamaha SOLO – tapawhā roa]</w:t>
      </w:r>
    </w:p>
    <w:p w14:paraId="0D528777" w14:textId="77777777" w:rsidR="009261B1" w:rsidRPr="000C054A" w:rsidRDefault="009261B1" w:rsidP="009261B1">
      <w:pPr>
        <w:numPr>
          <w:ilvl w:val="0"/>
          <w:numId w:val="19"/>
        </w:numPr>
        <w:spacing w:after="120"/>
      </w:pPr>
      <w:r>
        <w:t>He aha i pērā ai ki a koe? [Pānga SOLO – mirumiru kōrero]</w:t>
      </w:r>
    </w:p>
    <w:p w14:paraId="32238D90" w14:textId="77777777" w:rsidR="009261B1" w:rsidRPr="000C054A" w:rsidRDefault="009261B1" w:rsidP="009261B1">
      <w:pPr>
        <w:numPr>
          <w:ilvl w:val="0"/>
          <w:numId w:val="19"/>
        </w:numPr>
        <w:spacing w:after="120"/>
      </w:pPr>
      <w:r>
        <w:t xml:space="preserve">He aha ngā whakaaro ka toko ake ki a koe mō ngā kaieke pahikara, te eke pahikara rānei? [Waitara SOLO whānui ake] </w:t>
      </w:r>
    </w:p>
    <w:p w14:paraId="624D3BF3" w14:textId="77777777" w:rsidR="009261B1" w:rsidRPr="00D71F80" w:rsidRDefault="009261B1" w:rsidP="00FD392B"/>
    <w:p w14:paraId="4801D582" w14:textId="77777777" w:rsidR="009261B1" w:rsidRDefault="009261B1" w:rsidP="009261B1">
      <w:pPr>
        <w:spacing w:after="120"/>
        <w:rPr>
          <w:b/>
        </w:rPr>
      </w:pPr>
      <w:r>
        <w:rPr>
          <w:b/>
        </w:rPr>
        <w:t>Ngā tikanga o ngā utauta</w:t>
      </w:r>
    </w:p>
    <w:p w14:paraId="1209313F" w14:textId="3D9F84B5" w:rsidR="009261B1" w:rsidRDefault="009261B1" w:rsidP="009261B1">
      <w:pPr>
        <w:spacing w:after="120"/>
        <w:rPr>
          <w:bCs/>
        </w:rPr>
      </w:pPr>
      <w:r>
        <w:t>Me mau pōtae mārō ina eke paihikara ana. </w:t>
      </w:r>
    </w:p>
    <w:p w14:paraId="05B2F842" w14:textId="77777777" w:rsidR="009261B1" w:rsidRDefault="009261B1" w:rsidP="009261B1">
      <w:pPr>
        <w:spacing w:after="120"/>
        <w:rPr>
          <w:bCs/>
        </w:rPr>
      </w:pPr>
      <w:r>
        <w:t>Me noho tika tō pōtae mārō, ā, me te mea anō kua waihangatia mō te eke paihikara.</w:t>
      </w:r>
    </w:p>
    <w:p w14:paraId="3DEAC28F" w14:textId="77777777" w:rsidR="009261B1" w:rsidRPr="00942AB8" w:rsidRDefault="009261B1" w:rsidP="009261B1">
      <w:pPr>
        <w:spacing w:after="120"/>
        <w:rPr>
          <w:bCs/>
        </w:rPr>
      </w:pPr>
      <w:r>
        <w:t>Me whai ngā paihikara katoa i ngā pereki pai ki ngā wīra o mua, o muri hoki, kia āhei koe te tū tere me te āhei tonu ki te whakahaere.</w:t>
      </w:r>
    </w:p>
    <w:p w14:paraId="7236C5D5" w14:textId="77777777" w:rsidR="009261B1" w:rsidRDefault="009261B1" w:rsidP="009261B1">
      <w:pPr>
        <w:spacing w:after="120"/>
        <w:rPr>
          <w:bCs/>
        </w:rPr>
      </w:pPr>
      <w:r>
        <w:t>Me whai tō paihikara i ngā rama me whakaata tika mō ngā āhuatanga i te wā e eke paihikara ana koe. Ka āwhina ngā rama me ngā whakaata kia kitea ai koe (he taipitopito anō ki te code).</w:t>
      </w:r>
    </w:p>
    <w:p w14:paraId="3A752C92" w14:textId="77777777" w:rsidR="009261B1" w:rsidRPr="00D71F80" w:rsidRDefault="009261B1" w:rsidP="00FD392B"/>
    <w:p w14:paraId="3C3BBF7F" w14:textId="77777777" w:rsidR="009261B1" w:rsidRDefault="009261B1" w:rsidP="009261B1">
      <w:pPr>
        <w:spacing w:after="120"/>
        <w:rPr>
          <w:b/>
        </w:rPr>
      </w:pPr>
      <w:r>
        <w:rPr>
          <w:b/>
        </w:rPr>
        <w:t>Ētahi tikanga whanonga</w:t>
      </w:r>
    </w:p>
    <w:p w14:paraId="173BD1F7" w14:textId="394264C1" w:rsidR="009261B1" w:rsidRDefault="009261B1" w:rsidP="009261B1">
      <w:pPr>
        <w:spacing w:after="120"/>
        <w:rPr>
          <w:b/>
        </w:rPr>
      </w:pPr>
      <w:r>
        <w:t xml:space="preserve">Kia mataara koe ki ngā āhuatanga mōrearea. Mātaitia mō ngā āhuatanga mōrearea me te karo i aua āhuatanga mōrearea. </w:t>
      </w:r>
    </w:p>
    <w:p w14:paraId="6CF29D4F" w14:textId="77777777" w:rsidR="009261B1" w:rsidRDefault="009261B1" w:rsidP="009261B1">
      <w:pPr>
        <w:spacing w:after="120"/>
        <w:rPr>
          <w:bCs/>
        </w:rPr>
      </w:pPr>
      <w:r>
        <w:t>Me noho koe ki te taha mauī i a koe e eke ana, engari kia tūpato.</w:t>
      </w:r>
    </w:p>
    <w:p w14:paraId="3289E2D3" w14:textId="77777777" w:rsidR="009261B1" w:rsidRDefault="009261B1" w:rsidP="009261B1">
      <w:pPr>
        <w:spacing w:after="120"/>
      </w:pPr>
      <w:r>
        <w:t>Me tika tō whakamahi i ngā rotarota ā-ringa – whakamahia te rotarota tika, ā, ka rotarota mō ngā hekona e 3. Ehara i te mea me rotarota koe ki te kore e taea te whakahaere tonu i tō paihikara.</w:t>
      </w:r>
    </w:p>
    <w:p w14:paraId="6ECF8DB2" w14:textId="77777777" w:rsidR="009261B1" w:rsidRDefault="009261B1" w:rsidP="009261B1">
      <w:pPr>
        <w:spacing w:after="120"/>
      </w:pPr>
      <w:r>
        <w:t>Whāia ngā tohu tū, ngā tohu tautuku, me ngā whaitohu rori, kātahi ka whāia ngā ture tautuku.</w:t>
      </w:r>
    </w:p>
    <w:p w14:paraId="2B7BC5B9" w14:textId="77777777" w:rsidR="009261B1" w:rsidRDefault="009261B1" w:rsidP="009261B1">
      <w:pPr>
        <w:spacing w:after="120"/>
      </w:pPr>
      <w:r>
        <w:t>He ōrite ngā ture tautuku mō ngā tāngata e eke paihikara ana, e taraiwa ana rānei i ētahi atu waka.</w:t>
      </w:r>
    </w:p>
    <w:p w14:paraId="465D1EF3" w14:textId="77777777" w:rsidR="009261B1" w:rsidRPr="00EC7388" w:rsidRDefault="009261B1" w:rsidP="009261B1">
      <w:pPr>
        <w:spacing w:after="120"/>
      </w:pPr>
      <w:r>
        <w:t>Ina eke ana me ētahi atu, whāia ngā ture rori mā:</w:t>
      </w:r>
    </w:p>
    <w:p w14:paraId="7D793AD2" w14:textId="77777777" w:rsidR="009261B1" w:rsidRPr="00EC7388" w:rsidRDefault="009261B1" w:rsidP="009261B1">
      <w:pPr>
        <w:pStyle w:val="ListParagraph"/>
        <w:numPr>
          <w:ilvl w:val="0"/>
          <w:numId w:val="20"/>
        </w:numPr>
        <w:spacing w:after="120"/>
      </w:pPr>
      <w:r>
        <w:t>te eke kia kaua e neke atu i ngā kaieke e rua e eke piritaha ana</w:t>
      </w:r>
    </w:p>
    <w:p w14:paraId="2ED295BB" w14:textId="77777777" w:rsidR="009261B1" w:rsidRPr="00EC7388" w:rsidRDefault="009261B1" w:rsidP="009261B1">
      <w:pPr>
        <w:pStyle w:val="ListParagraph"/>
        <w:numPr>
          <w:ilvl w:val="0"/>
          <w:numId w:val="20"/>
        </w:numPr>
        <w:spacing w:after="120"/>
      </w:pPr>
      <w:r>
        <w:t>te hipa i ētahi atu kaieke me ngā waka ki te taha matau, mēnā kei roto i tō ake ara</w:t>
      </w:r>
    </w:p>
    <w:p w14:paraId="5FC7021F" w14:textId="77777777" w:rsidR="009261B1" w:rsidRPr="00EC7388" w:rsidRDefault="009261B1" w:rsidP="009261B1">
      <w:pPr>
        <w:pStyle w:val="ListParagraph"/>
        <w:numPr>
          <w:ilvl w:val="0"/>
          <w:numId w:val="20"/>
        </w:numPr>
        <w:spacing w:after="120"/>
      </w:pPr>
      <w:r>
        <w:t>te pupuri i te tawhiti haumaru</w:t>
      </w:r>
    </w:p>
    <w:p w14:paraId="70A93B45" w14:textId="77777777" w:rsidR="009261B1" w:rsidRPr="00EC7388" w:rsidRDefault="009261B1" w:rsidP="009261B1">
      <w:pPr>
        <w:pStyle w:val="ListParagraph"/>
        <w:numPr>
          <w:ilvl w:val="0"/>
          <w:numId w:val="20"/>
        </w:numPr>
        <w:spacing w:after="120"/>
      </w:pPr>
      <w:r>
        <w:t>te kore piritaha ina e hipa ana i ngā waka e pākahia ana, e nekeneke ana rānei.</w:t>
      </w:r>
    </w:p>
    <w:p w14:paraId="543A9331" w14:textId="7C906687" w:rsidR="009261B1" w:rsidRDefault="009261B1" w:rsidP="009261B1">
      <w:pPr>
        <w:spacing w:after="120"/>
      </w:pPr>
      <w:r>
        <w:t>He turekore te eke i runga i ngā huanui hīkoi engari ka taea pēnā kei te tuku mērā koe, he iti rawa rānei ngā wīra (he whitianga wīra iti iho i te 355 mirimita).</w:t>
      </w:r>
    </w:p>
    <w:sectPr w:rsidR="009261B1" w:rsidSect="007C5E57">
      <w:headerReference w:type="default" r:id="rId12"/>
      <w:footerReference w:type="even" r:id="rId13"/>
      <w:footerReference w:type="default" r:id="rId14"/>
      <w:footerReference w:type="first" r:id="rId15"/>
      <w:pgSz w:w="11900" w:h="16840" w:code="9"/>
      <w:pgMar w:top="1701" w:right="1440" w:bottom="1701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49490" w14:textId="77777777" w:rsidR="00345CFF" w:rsidRDefault="00345CFF" w:rsidP="003F6EDA">
      <w:r>
        <w:separator/>
      </w:r>
    </w:p>
  </w:endnote>
  <w:endnote w:type="continuationSeparator" w:id="0">
    <w:p w14:paraId="1CC44D10" w14:textId="77777777" w:rsidR="00345CFF" w:rsidRDefault="00345CFF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FE61" w14:textId="77777777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1B85E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7345" w14:textId="77777777" w:rsidR="00051157" w:rsidRPr="00B557DE" w:rsidRDefault="00DB3B0E" w:rsidP="007C5E57">
    <w:pPr>
      <w:pStyle w:val="Footer"/>
      <w:pBdr>
        <w:top w:val="single" w:sz="4" w:space="1" w:color="A6A6A6" w:themeColor="background1" w:themeShade="A6"/>
      </w:pBdr>
      <w:tabs>
        <w:tab w:val="clear" w:pos="8640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1755C4DC" wp14:editId="506DF174">
          <wp:extent cx="1128730" cy="350875"/>
          <wp:effectExtent l="0" t="0" r="635" b="0"/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>
      <w:rPr>
        <w:noProof/>
      </w:rPr>
      <w:drawing>
        <wp:inline distT="0" distB="0" distL="0" distR="0" wp14:anchorId="24D4DE90" wp14:editId="156AF19D">
          <wp:extent cx="786809" cy="296842"/>
          <wp:effectExtent l="0" t="0" r="0" b="8255"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E32B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3C976" wp14:editId="6C147AE6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659D8" w14:textId="77777777" w:rsidR="00345CFF" w:rsidRDefault="00345CFF" w:rsidP="003F6EDA">
      <w:r>
        <w:separator/>
      </w:r>
    </w:p>
  </w:footnote>
  <w:footnote w:type="continuationSeparator" w:id="0">
    <w:p w14:paraId="044BC7B7" w14:textId="77777777" w:rsidR="00345CFF" w:rsidRDefault="00345CFF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F2C8" w14:textId="77777777" w:rsidR="002947D7" w:rsidRDefault="00822E75" w:rsidP="007C5E5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901BB99" wp14:editId="5286C58E">
          <wp:simplePos x="0" y="0"/>
          <wp:positionH relativeFrom="margin">
            <wp:align>center</wp:align>
          </wp:positionH>
          <wp:positionV relativeFrom="paragraph">
            <wp:posOffset>2944</wp:posOffset>
          </wp:positionV>
          <wp:extent cx="6921500" cy="487045"/>
          <wp:effectExtent l="0" t="0" r="0" b="825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6068B"/>
    <w:multiLevelType w:val="hybridMultilevel"/>
    <w:tmpl w:val="53BA9EF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F4243E"/>
    <w:multiLevelType w:val="hybridMultilevel"/>
    <w:tmpl w:val="3C38C2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236933849">
    <w:abstractNumId w:val="5"/>
  </w:num>
  <w:num w:numId="2" w16cid:durableId="1303190118">
    <w:abstractNumId w:val="2"/>
  </w:num>
  <w:num w:numId="3" w16cid:durableId="840892632">
    <w:abstractNumId w:val="10"/>
  </w:num>
  <w:num w:numId="4" w16cid:durableId="746613340">
    <w:abstractNumId w:val="0"/>
  </w:num>
  <w:num w:numId="5" w16cid:durableId="1507478078">
    <w:abstractNumId w:val="9"/>
  </w:num>
  <w:num w:numId="6" w16cid:durableId="840654984">
    <w:abstractNumId w:val="4"/>
  </w:num>
  <w:num w:numId="7" w16cid:durableId="698436349">
    <w:abstractNumId w:val="13"/>
  </w:num>
  <w:num w:numId="8" w16cid:durableId="880747787">
    <w:abstractNumId w:val="16"/>
  </w:num>
  <w:num w:numId="9" w16cid:durableId="1315648108">
    <w:abstractNumId w:val="1"/>
  </w:num>
  <w:num w:numId="10" w16cid:durableId="1949071984">
    <w:abstractNumId w:val="7"/>
  </w:num>
  <w:num w:numId="11" w16cid:durableId="748842909">
    <w:abstractNumId w:val="3"/>
  </w:num>
  <w:num w:numId="12" w16cid:durableId="2141024353">
    <w:abstractNumId w:val="12"/>
  </w:num>
  <w:num w:numId="13" w16cid:durableId="1068308768">
    <w:abstractNumId w:val="15"/>
  </w:num>
  <w:num w:numId="14" w16cid:durableId="1895502672">
    <w:abstractNumId w:val="6"/>
  </w:num>
  <w:num w:numId="15" w16cid:durableId="1673800645">
    <w:abstractNumId w:val="18"/>
  </w:num>
  <w:num w:numId="16" w16cid:durableId="1985809866">
    <w:abstractNumId w:val="19"/>
  </w:num>
  <w:num w:numId="17" w16cid:durableId="1049649988">
    <w:abstractNumId w:val="14"/>
  </w:num>
  <w:num w:numId="18" w16cid:durableId="1021853611">
    <w:abstractNumId w:val="8"/>
  </w:num>
  <w:num w:numId="19" w16cid:durableId="975522764">
    <w:abstractNumId w:val="11"/>
  </w:num>
  <w:num w:numId="20" w16cid:durableId="2358208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65"/>
    <w:rsid w:val="00023D11"/>
    <w:rsid w:val="00051157"/>
    <w:rsid w:val="000C54EF"/>
    <w:rsid w:val="00134F07"/>
    <w:rsid w:val="00191070"/>
    <w:rsid w:val="001F3F68"/>
    <w:rsid w:val="00222ABE"/>
    <w:rsid w:val="002947D7"/>
    <w:rsid w:val="002C7EA6"/>
    <w:rsid w:val="00332021"/>
    <w:rsid w:val="00345CFF"/>
    <w:rsid w:val="00377A62"/>
    <w:rsid w:val="003F6EDA"/>
    <w:rsid w:val="004508CB"/>
    <w:rsid w:val="0045112D"/>
    <w:rsid w:val="00524F14"/>
    <w:rsid w:val="00535FC4"/>
    <w:rsid w:val="00540E32"/>
    <w:rsid w:val="005679BF"/>
    <w:rsid w:val="005A1A9B"/>
    <w:rsid w:val="0072467C"/>
    <w:rsid w:val="00745BEC"/>
    <w:rsid w:val="00787FB3"/>
    <w:rsid w:val="007C5E57"/>
    <w:rsid w:val="007F1465"/>
    <w:rsid w:val="00822E75"/>
    <w:rsid w:val="0087427B"/>
    <w:rsid w:val="008A28D0"/>
    <w:rsid w:val="008F5A2D"/>
    <w:rsid w:val="009261B1"/>
    <w:rsid w:val="00936695"/>
    <w:rsid w:val="0096784A"/>
    <w:rsid w:val="009F5145"/>
    <w:rsid w:val="00A64442"/>
    <w:rsid w:val="00A6688F"/>
    <w:rsid w:val="00AE4B08"/>
    <w:rsid w:val="00B3339B"/>
    <w:rsid w:val="00B557DE"/>
    <w:rsid w:val="00D0090F"/>
    <w:rsid w:val="00DB3B0E"/>
    <w:rsid w:val="00E04B6B"/>
    <w:rsid w:val="00E42B11"/>
    <w:rsid w:val="00EC38B3"/>
    <w:rsid w:val="00EF5E7B"/>
    <w:rsid w:val="00F1600E"/>
    <w:rsid w:val="00F8776A"/>
    <w:rsid w:val="00FA3F57"/>
    <w:rsid w:val="00FA4EDE"/>
    <w:rsid w:val="00FD392B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979E82"/>
  <w15:docId w15:val="{E0318F88-4F74-4CFE-98CE-37997ED1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semiHidden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semiHidden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  <w:style w:type="character" w:styleId="FollowedHyperlink">
    <w:name w:val="FollowedHyperlink"/>
    <w:basedOn w:val="DefaultParagraphFont"/>
    <w:uiPriority w:val="99"/>
    <w:semiHidden/>
    <w:unhideWhenUsed/>
    <w:rsid w:val="009261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nzta.govt.nz/roadcode/code-for-cycl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hoot.com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</Template>
  <TotalTime>18</TotalTime>
  <Pages>6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created xsi:type="dcterms:W3CDTF">2022-12-08T01:16:00Z</dcterms:created>
  <dcterms:modified xsi:type="dcterms:W3CDTF">2023-05-31T00:08:00Z</dcterms:modified>
</cp:coreProperties>
</file>